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A5042" w14:textId="77777777" w:rsidR="00515CC0" w:rsidRDefault="0027766E">
      <w:pPr>
        <w:rPr>
          <w:b/>
        </w:rPr>
      </w:pPr>
      <w:r w:rsidRPr="0027766E">
        <w:rPr>
          <w:b/>
        </w:rPr>
        <w:t>Studio Portfolio Assessment</w:t>
      </w:r>
    </w:p>
    <w:p w14:paraId="0B35B0BF" w14:textId="77777777" w:rsidR="0027766E" w:rsidRDefault="0027766E">
      <w:r w:rsidRPr="0027766E">
        <w:t>Part 1 - Evidence of experimentation and development</w:t>
      </w:r>
    </w:p>
    <w:p w14:paraId="25CA4EC7" w14:textId="77777777" w:rsidR="004D7DED" w:rsidRDefault="004D7DED"/>
    <w:p w14:paraId="5D3CF565" w14:textId="77777777" w:rsidR="004D7DED" w:rsidRDefault="004D7DED"/>
    <w:p w14:paraId="069EFA03" w14:textId="77777777" w:rsidR="004D7DED" w:rsidRPr="0027766E" w:rsidRDefault="004D7DE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27766E" w14:paraId="696FB5B9" w14:textId="77777777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1BEA0229" w14:textId="77777777"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7B6193CA" w14:textId="77777777"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DC412A" w14:paraId="6C776D28" w14:textId="77777777" w:rsidTr="00287BD2">
        <w:trPr>
          <w:trHeight w:val="7270"/>
        </w:trPr>
        <w:tc>
          <w:tcPr>
            <w:tcW w:w="7308" w:type="dxa"/>
            <w:vMerge w:val="restart"/>
          </w:tcPr>
          <w:p w14:paraId="7D9B7875" w14:textId="77777777" w:rsidR="00DC412A" w:rsidRDefault="00DC412A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5069232E" w14:textId="77777777" w:rsidR="00DC412A" w:rsidRDefault="00DC412A">
            <w:pPr>
              <w:rPr>
                <w:b/>
              </w:rPr>
            </w:pPr>
          </w:p>
        </w:tc>
      </w:tr>
      <w:tr w:rsidR="00DC412A" w14:paraId="0EF8AF6D" w14:textId="77777777" w:rsidTr="00BD0C2A">
        <w:trPr>
          <w:trHeight w:val="456"/>
        </w:trPr>
        <w:tc>
          <w:tcPr>
            <w:tcW w:w="7308" w:type="dxa"/>
            <w:vMerge/>
          </w:tcPr>
          <w:p w14:paraId="3CA38261" w14:textId="77777777" w:rsidR="00DC412A" w:rsidRDefault="00DC412A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67CD9DF9" w14:textId="77777777" w:rsidR="00DC412A" w:rsidRPr="00BD0C2A" w:rsidRDefault="00BD0C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56325862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64759C43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DC412A" w14:paraId="3BBF075C" w14:textId="77777777" w:rsidTr="00BD0C2A">
        <w:trPr>
          <w:trHeight w:val="456"/>
        </w:trPr>
        <w:tc>
          <w:tcPr>
            <w:tcW w:w="7308" w:type="dxa"/>
            <w:vMerge/>
          </w:tcPr>
          <w:p w14:paraId="756EB073" w14:textId="77777777" w:rsidR="00DC412A" w:rsidRDefault="00DC412A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32743366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2EE4A134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140916DE" w14:textId="77777777"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2A8A1D8E" w14:textId="77777777" w:rsidR="0027766E" w:rsidRDefault="0027766E">
      <w:pPr>
        <w:rPr>
          <w:b/>
        </w:rPr>
      </w:pPr>
    </w:p>
    <w:p w14:paraId="0F9C8EDB" w14:textId="77777777" w:rsidR="0027766E" w:rsidRDefault="0027766E">
      <w:pPr>
        <w:rPr>
          <w:b/>
        </w:rPr>
      </w:pPr>
    </w:p>
    <w:p w14:paraId="042118DE" w14:textId="77777777" w:rsidR="004D7DED" w:rsidRDefault="004D7DED">
      <w:pPr>
        <w:rPr>
          <w:b/>
        </w:rPr>
      </w:pPr>
    </w:p>
    <w:p w14:paraId="04C39DB2" w14:textId="77777777" w:rsidR="004D7DED" w:rsidRDefault="004D7DED">
      <w:pPr>
        <w:rPr>
          <w:b/>
        </w:rPr>
      </w:pPr>
    </w:p>
    <w:p w14:paraId="5F856D1C" w14:textId="77777777" w:rsidR="004D7DED" w:rsidRDefault="004D7DED">
      <w:pPr>
        <w:rPr>
          <w:b/>
        </w:rPr>
      </w:pPr>
    </w:p>
    <w:p w14:paraId="1CB7B4E6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3F5937A5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EA39A58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7565040C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3B92B649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5CB8955F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304754F3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22870D1F" w14:textId="77777777" w:rsidTr="00AB1ED9">
        <w:trPr>
          <w:trHeight w:val="456"/>
        </w:trPr>
        <w:tc>
          <w:tcPr>
            <w:tcW w:w="7308" w:type="dxa"/>
            <w:vMerge/>
          </w:tcPr>
          <w:p w14:paraId="0667D75B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58BD607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742A03ED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0AE5875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3A455C96" w14:textId="77777777" w:rsidTr="00AB1ED9">
        <w:trPr>
          <w:trHeight w:val="456"/>
        </w:trPr>
        <w:tc>
          <w:tcPr>
            <w:tcW w:w="7308" w:type="dxa"/>
            <w:vMerge/>
          </w:tcPr>
          <w:p w14:paraId="320F2E49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0B6F801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4F909B9C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79AE998B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11FDC056" w14:textId="77777777" w:rsidR="0027766E" w:rsidRDefault="0027766E">
      <w:pPr>
        <w:rPr>
          <w:b/>
        </w:rPr>
      </w:pPr>
    </w:p>
    <w:p w14:paraId="4EC84E8D" w14:textId="77777777" w:rsidR="001A5744" w:rsidRDefault="001A5744">
      <w:pPr>
        <w:rPr>
          <w:b/>
        </w:rPr>
      </w:pPr>
    </w:p>
    <w:p w14:paraId="757A509C" w14:textId="77777777" w:rsidR="00E43A98" w:rsidRDefault="00E43A9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2D4B6FC6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70736542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16008718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04C1C217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420BC06B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57E19945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11673890" w14:textId="77777777" w:rsidTr="00AB1ED9">
        <w:trPr>
          <w:trHeight w:val="456"/>
        </w:trPr>
        <w:tc>
          <w:tcPr>
            <w:tcW w:w="7308" w:type="dxa"/>
            <w:vMerge/>
          </w:tcPr>
          <w:p w14:paraId="183F8D8D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59261F9B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26975ECB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181C514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497DF3C1" w14:textId="77777777" w:rsidTr="00AB1ED9">
        <w:trPr>
          <w:trHeight w:val="456"/>
        </w:trPr>
        <w:tc>
          <w:tcPr>
            <w:tcW w:w="7308" w:type="dxa"/>
            <w:vMerge/>
          </w:tcPr>
          <w:p w14:paraId="3FF19406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31C88E5C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760A33A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006BFAB7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7FFD1292" w14:textId="77777777" w:rsidR="001A5744" w:rsidRDefault="001A5744">
      <w:pPr>
        <w:rPr>
          <w:b/>
        </w:rPr>
      </w:pPr>
    </w:p>
    <w:p w14:paraId="2ABE6014" w14:textId="77777777" w:rsidR="005F3E7F" w:rsidRDefault="005F3E7F" w:rsidP="005F3E7F"/>
    <w:p w14:paraId="6478AE9D" w14:textId="77777777" w:rsidR="00C3550A" w:rsidRDefault="00C3550A" w:rsidP="005F3E7F"/>
    <w:p w14:paraId="04CFA497" w14:textId="77777777" w:rsidR="004D7DED" w:rsidRDefault="004D7DED" w:rsidP="005F3E7F"/>
    <w:p w14:paraId="2CE9E962" w14:textId="77777777" w:rsidR="004D7DED" w:rsidRDefault="004D7DED" w:rsidP="005F3E7F"/>
    <w:p w14:paraId="24AB14BE" w14:textId="77777777" w:rsidR="004D7DED" w:rsidRDefault="004D7DED" w:rsidP="005F3E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71B0F641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2478315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1C7C901A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1A2DEC4E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2CE42063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46BB4AB5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317828DC" w14:textId="77777777" w:rsidTr="00AB1ED9">
        <w:trPr>
          <w:trHeight w:val="456"/>
        </w:trPr>
        <w:tc>
          <w:tcPr>
            <w:tcW w:w="7308" w:type="dxa"/>
            <w:vMerge/>
          </w:tcPr>
          <w:p w14:paraId="6ECF2B0C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1CB36CD7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2A6322C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383A591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50DE2C8D" w14:textId="77777777" w:rsidTr="00AB1ED9">
        <w:trPr>
          <w:trHeight w:val="456"/>
        </w:trPr>
        <w:tc>
          <w:tcPr>
            <w:tcW w:w="7308" w:type="dxa"/>
            <w:vMerge/>
          </w:tcPr>
          <w:p w14:paraId="69C45C88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2D1EBAB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0EEE4BF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66E3EBE9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765FEE11" w14:textId="77777777" w:rsidR="00077C89" w:rsidRDefault="00077C89">
      <w:pPr>
        <w:rPr>
          <w:b/>
        </w:rPr>
      </w:pPr>
    </w:p>
    <w:p w14:paraId="593D0201" w14:textId="77777777" w:rsidR="00C3550A" w:rsidRDefault="00C3550A">
      <w:pPr>
        <w:rPr>
          <w:b/>
        </w:rPr>
      </w:pPr>
    </w:p>
    <w:p w14:paraId="1482B5B6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012CB287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7581B652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0C3C5244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3B54C9C3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2AC9A4E2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14C742A7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2E1C75DF" w14:textId="77777777" w:rsidTr="00AB1ED9">
        <w:trPr>
          <w:trHeight w:val="456"/>
        </w:trPr>
        <w:tc>
          <w:tcPr>
            <w:tcW w:w="7308" w:type="dxa"/>
            <w:vMerge/>
          </w:tcPr>
          <w:p w14:paraId="3ECD0BCE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5B4AA46B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59927AC1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637C2ECE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3BE48E2F" w14:textId="77777777" w:rsidTr="00AB1ED9">
        <w:trPr>
          <w:trHeight w:val="456"/>
        </w:trPr>
        <w:tc>
          <w:tcPr>
            <w:tcW w:w="7308" w:type="dxa"/>
            <w:vMerge/>
          </w:tcPr>
          <w:p w14:paraId="14E2A81B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5657E135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0467A07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1683085D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4A2F75F8" w14:textId="77777777" w:rsidR="00C3550A" w:rsidRDefault="00C3550A">
      <w:pPr>
        <w:rPr>
          <w:b/>
        </w:rPr>
      </w:pPr>
    </w:p>
    <w:p w14:paraId="19CD7D38" w14:textId="77777777" w:rsidR="00C3550A" w:rsidRDefault="00C3550A">
      <w:pPr>
        <w:rPr>
          <w:b/>
        </w:rPr>
      </w:pPr>
    </w:p>
    <w:p w14:paraId="7B4983D0" w14:textId="77777777" w:rsidR="004D7DED" w:rsidRDefault="004D7DED">
      <w:pPr>
        <w:rPr>
          <w:b/>
        </w:rPr>
      </w:pPr>
    </w:p>
    <w:p w14:paraId="4E52C4CA" w14:textId="77777777" w:rsidR="004D7DED" w:rsidRDefault="004D7DED">
      <w:pPr>
        <w:rPr>
          <w:b/>
        </w:rPr>
      </w:pPr>
    </w:p>
    <w:p w14:paraId="58544788" w14:textId="77777777" w:rsidR="004D7DED" w:rsidRDefault="004D7DED">
      <w:pPr>
        <w:rPr>
          <w:b/>
        </w:rPr>
      </w:pPr>
    </w:p>
    <w:p w14:paraId="3449178E" w14:textId="77777777" w:rsidR="004D7DED" w:rsidRDefault="004D7DED">
      <w:pPr>
        <w:rPr>
          <w:b/>
        </w:rPr>
      </w:pPr>
    </w:p>
    <w:p w14:paraId="731972AE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7BF8175E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32518415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7C44F1AB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7B0FDE89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77A560DD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1E81F7E5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1818482D" w14:textId="77777777" w:rsidTr="00AB1ED9">
        <w:trPr>
          <w:trHeight w:val="456"/>
        </w:trPr>
        <w:tc>
          <w:tcPr>
            <w:tcW w:w="7308" w:type="dxa"/>
            <w:vMerge/>
          </w:tcPr>
          <w:p w14:paraId="2AD91F83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669AB43D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58016538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4895061C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777A16E1" w14:textId="77777777" w:rsidTr="00AB1ED9">
        <w:trPr>
          <w:trHeight w:val="456"/>
        </w:trPr>
        <w:tc>
          <w:tcPr>
            <w:tcW w:w="7308" w:type="dxa"/>
            <w:vMerge/>
          </w:tcPr>
          <w:p w14:paraId="76959E51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64E77D9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1FC8EC22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7A17A0A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21CCA037" w14:textId="77777777" w:rsidR="00C3550A" w:rsidRDefault="00C3550A">
      <w:pPr>
        <w:rPr>
          <w:b/>
        </w:rPr>
      </w:pPr>
    </w:p>
    <w:p w14:paraId="422B15CD" w14:textId="77777777" w:rsidR="00C3550A" w:rsidRDefault="00C3550A">
      <w:pPr>
        <w:rPr>
          <w:b/>
        </w:rPr>
      </w:pPr>
    </w:p>
    <w:p w14:paraId="09F03FAE" w14:textId="77777777" w:rsidR="00C3550A" w:rsidRDefault="00C3550A">
      <w:pPr>
        <w:rPr>
          <w:b/>
        </w:rPr>
      </w:pPr>
    </w:p>
    <w:p w14:paraId="60C7A065" w14:textId="77777777" w:rsidR="004D7DED" w:rsidRDefault="004D7DED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39BE32E5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656126A5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5B146D9E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23948748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50B355A1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0AE8E48C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74610672" w14:textId="77777777" w:rsidTr="00AB1ED9">
        <w:trPr>
          <w:trHeight w:val="456"/>
        </w:trPr>
        <w:tc>
          <w:tcPr>
            <w:tcW w:w="7308" w:type="dxa"/>
            <w:vMerge/>
          </w:tcPr>
          <w:p w14:paraId="1416A662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43F9AD2E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5C75A4A9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283AD74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67DDA4B7" w14:textId="77777777" w:rsidTr="00AB1ED9">
        <w:trPr>
          <w:trHeight w:val="456"/>
        </w:trPr>
        <w:tc>
          <w:tcPr>
            <w:tcW w:w="7308" w:type="dxa"/>
            <w:vMerge/>
          </w:tcPr>
          <w:p w14:paraId="49412CD7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6461FD75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1E456B0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682829E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3D04FA17" w14:textId="77777777" w:rsidR="00C3550A" w:rsidRDefault="00C3550A">
      <w:pPr>
        <w:rPr>
          <w:b/>
        </w:rPr>
      </w:pPr>
    </w:p>
    <w:p w14:paraId="02FB16A1" w14:textId="77777777" w:rsidR="00C3550A" w:rsidRDefault="00C3550A">
      <w:pPr>
        <w:rPr>
          <w:b/>
        </w:rPr>
      </w:pPr>
    </w:p>
    <w:p w14:paraId="759FE2E5" w14:textId="77777777" w:rsidR="004D7DED" w:rsidRDefault="004D7DED">
      <w:pPr>
        <w:rPr>
          <w:b/>
        </w:rPr>
      </w:pPr>
    </w:p>
    <w:p w14:paraId="11D0652E" w14:textId="77777777" w:rsidR="004D7DED" w:rsidRDefault="004D7DED">
      <w:pPr>
        <w:rPr>
          <w:b/>
        </w:rPr>
      </w:pPr>
    </w:p>
    <w:p w14:paraId="02C6552E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6F7C60FB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0DBE736C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5E5EA211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341934A3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11A1723A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79A7C40E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01AC8D09" w14:textId="77777777" w:rsidTr="00AB1ED9">
        <w:trPr>
          <w:trHeight w:val="456"/>
        </w:trPr>
        <w:tc>
          <w:tcPr>
            <w:tcW w:w="7308" w:type="dxa"/>
            <w:vMerge/>
          </w:tcPr>
          <w:p w14:paraId="46052C41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4F7F87B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6A854F1D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1739061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2E7F4E6D" w14:textId="77777777" w:rsidTr="00AB1ED9">
        <w:trPr>
          <w:trHeight w:val="456"/>
        </w:trPr>
        <w:tc>
          <w:tcPr>
            <w:tcW w:w="7308" w:type="dxa"/>
            <w:vMerge/>
          </w:tcPr>
          <w:p w14:paraId="53AB4778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6CE19F16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26A0ED54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06BD7D5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64F065D1" w14:textId="77777777" w:rsidR="00C3550A" w:rsidRDefault="00C3550A">
      <w:pPr>
        <w:rPr>
          <w:b/>
        </w:rPr>
      </w:pPr>
    </w:p>
    <w:p w14:paraId="757EE1EF" w14:textId="77777777" w:rsidR="00C3550A" w:rsidRDefault="00C3550A">
      <w:pPr>
        <w:rPr>
          <w:b/>
        </w:rPr>
      </w:pPr>
    </w:p>
    <w:p w14:paraId="1FAE73F4" w14:textId="77777777" w:rsidR="004D7DED" w:rsidRDefault="004D7DED">
      <w:pPr>
        <w:rPr>
          <w:b/>
        </w:rPr>
      </w:pPr>
    </w:p>
    <w:p w14:paraId="02A3214D" w14:textId="77777777" w:rsidR="004D7DED" w:rsidRDefault="004D7DED">
      <w:pPr>
        <w:rPr>
          <w:b/>
        </w:rPr>
      </w:pPr>
    </w:p>
    <w:p w14:paraId="4741294A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5114F1B5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29D9DD12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2602B636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7BC09062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2B89A085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59DFDA25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7A8977AC" w14:textId="77777777" w:rsidTr="00AB1ED9">
        <w:trPr>
          <w:trHeight w:val="456"/>
        </w:trPr>
        <w:tc>
          <w:tcPr>
            <w:tcW w:w="7308" w:type="dxa"/>
            <w:vMerge/>
          </w:tcPr>
          <w:p w14:paraId="257002BA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55256E9D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18115D19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6D2D364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568CCE9A" w14:textId="77777777" w:rsidTr="00AB1ED9">
        <w:trPr>
          <w:trHeight w:val="456"/>
        </w:trPr>
        <w:tc>
          <w:tcPr>
            <w:tcW w:w="7308" w:type="dxa"/>
            <w:vMerge/>
          </w:tcPr>
          <w:p w14:paraId="06C0EECF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32962F47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46A0737C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147B3AD6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72DEBFE3" w14:textId="77777777" w:rsidR="00C3550A" w:rsidRDefault="00C3550A">
      <w:pPr>
        <w:rPr>
          <w:b/>
        </w:rPr>
      </w:pPr>
    </w:p>
    <w:p w14:paraId="66744E6A" w14:textId="77777777" w:rsidR="00C3550A" w:rsidRDefault="00C3550A">
      <w:pPr>
        <w:rPr>
          <w:b/>
        </w:rPr>
      </w:pPr>
    </w:p>
    <w:p w14:paraId="16F12887" w14:textId="77777777" w:rsidR="004D7DED" w:rsidRDefault="004D7DED">
      <w:pPr>
        <w:rPr>
          <w:b/>
        </w:rPr>
      </w:pPr>
    </w:p>
    <w:p w14:paraId="3CAC8BB9" w14:textId="77777777" w:rsidR="004D7DED" w:rsidRDefault="004D7DED">
      <w:pPr>
        <w:rPr>
          <w:b/>
        </w:rPr>
      </w:pPr>
    </w:p>
    <w:p w14:paraId="42791964" w14:textId="77777777" w:rsidR="004D7DED" w:rsidRDefault="004D7DED">
      <w:pPr>
        <w:rPr>
          <w:b/>
        </w:rPr>
      </w:pPr>
    </w:p>
    <w:p w14:paraId="3ACFDB5C" w14:textId="77777777"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14:paraId="0C8150A9" w14:textId="77777777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31F1D94" w14:textId="77777777"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14:paraId="6BBEA9B4" w14:textId="77777777"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14:paraId="46B6F8BF" w14:textId="77777777" w:rsidTr="00AB1ED9">
        <w:trPr>
          <w:trHeight w:val="7270"/>
        </w:trPr>
        <w:tc>
          <w:tcPr>
            <w:tcW w:w="7308" w:type="dxa"/>
            <w:vMerge w:val="restart"/>
          </w:tcPr>
          <w:p w14:paraId="58001705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14:paraId="167FFA6E" w14:textId="77777777" w:rsidR="00C3550A" w:rsidRDefault="00C3550A" w:rsidP="00AB1ED9">
            <w:pPr>
              <w:rPr>
                <w:b/>
              </w:rPr>
            </w:pPr>
          </w:p>
        </w:tc>
      </w:tr>
      <w:tr w:rsidR="00C3550A" w14:paraId="43E6A270" w14:textId="77777777" w:rsidTr="00AB1ED9">
        <w:trPr>
          <w:trHeight w:val="456"/>
        </w:trPr>
        <w:tc>
          <w:tcPr>
            <w:tcW w:w="7308" w:type="dxa"/>
            <w:vMerge/>
          </w:tcPr>
          <w:p w14:paraId="7471865C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14:paraId="423C627F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14:paraId="219B6B58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14:paraId="6271D433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14:paraId="09CE0249" w14:textId="77777777" w:rsidTr="00AB1ED9">
        <w:trPr>
          <w:trHeight w:val="456"/>
        </w:trPr>
        <w:tc>
          <w:tcPr>
            <w:tcW w:w="7308" w:type="dxa"/>
            <w:vMerge/>
          </w:tcPr>
          <w:p w14:paraId="01F26A79" w14:textId="77777777"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14:paraId="4BEB57E2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14:paraId="1E974E3A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14:paraId="2DA0B860" w14:textId="77777777"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14:paraId="3F3A61F8" w14:textId="77777777" w:rsidR="004D7DED" w:rsidRDefault="004D7DED" w:rsidP="00BB4C28">
      <w:pPr>
        <w:rPr>
          <w:b/>
        </w:rPr>
      </w:pPr>
    </w:p>
    <w:p w14:paraId="3DCD2A74" w14:textId="77777777" w:rsidR="004D7DED" w:rsidRDefault="004D7DED" w:rsidP="00BB4C28">
      <w:pPr>
        <w:rPr>
          <w:b/>
        </w:rPr>
      </w:pPr>
    </w:p>
    <w:p w14:paraId="02E2894C" w14:textId="77777777" w:rsidR="004D7DED" w:rsidRDefault="004D7DED" w:rsidP="00BB4C28">
      <w:pPr>
        <w:rPr>
          <w:b/>
        </w:rPr>
      </w:pPr>
    </w:p>
    <w:p w14:paraId="47B9E454" w14:textId="77777777" w:rsidR="004D7DED" w:rsidRDefault="004D7DED" w:rsidP="00BB4C28">
      <w:pPr>
        <w:rPr>
          <w:b/>
        </w:rPr>
      </w:pPr>
    </w:p>
    <w:p w14:paraId="41793B71" w14:textId="77777777" w:rsidR="004D7DED" w:rsidRDefault="004D7DED" w:rsidP="00BB4C28">
      <w:pPr>
        <w:rPr>
          <w:b/>
        </w:rPr>
      </w:pPr>
    </w:p>
    <w:p w14:paraId="62EA2F1F" w14:textId="77777777" w:rsidR="004D7DED" w:rsidRDefault="004D7DED" w:rsidP="00BB4C28">
      <w:pPr>
        <w:rPr>
          <w:b/>
        </w:rPr>
      </w:pPr>
    </w:p>
    <w:p w14:paraId="4D1EA6A1" w14:textId="77777777" w:rsidR="00BB4C28" w:rsidRDefault="00BB4C28" w:rsidP="00BB4C28">
      <w:pPr>
        <w:rPr>
          <w:b/>
        </w:rPr>
      </w:pPr>
      <w:r>
        <w:rPr>
          <w:b/>
        </w:rPr>
        <w:t xml:space="preserve">Part 2 - Finished Studio Work Assessment </w:t>
      </w:r>
    </w:p>
    <w:p w14:paraId="2BEB5DAF" w14:textId="77777777" w:rsidR="00C73410" w:rsidRDefault="00C73410" w:rsidP="00BB4C2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BB4C28" w14:paraId="65063DAA" w14:textId="77777777" w:rsidTr="00053C2E">
        <w:tc>
          <w:tcPr>
            <w:tcW w:w="14616" w:type="dxa"/>
            <w:gridSpan w:val="2"/>
            <w:shd w:val="clear" w:color="auto" w:fill="C2D69B" w:themeFill="accent3" w:themeFillTint="99"/>
          </w:tcPr>
          <w:p w14:paraId="7F75CB53" w14:textId="77777777" w:rsidR="00BB4C28" w:rsidRDefault="00BB4C28" w:rsidP="00053C2E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BB4C28" w14:paraId="42C8EAE3" w14:textId="77777777" w:rsidTr="00053C2E">
        <w:trPr>
          <w:trHeight w:val="9692"/>
        </w:trPr>
        <w:tc>
          <w:tcPr>
            <w:tcW w:w="7308" w:type="dxa"/>
          </w:tcPr>
          <w:p w14:paraId="3B788F2E" w14:textId="77777777" w:rsidR="00BB4C28" w:rsidRDefault="00BB4C28" w:rsidP="00053C2E">
            <w:pPr>
              <w:rPr>
                <w:b/>
              </w:rPr>
            </w:pPr>
          </w:p>
        </w:tc>
        <w:tc>
          <w:tcPr>
            <w:tcW w:w="7308" w:type="dxa"/>
          </w:tcPr>
          <w:p w14:paraId="1B19AB2F" w14:textId="77777777" w:rsidR="00BB4C28" w:rsidRDefault="00BB4C28" w:rsidP="00053C2E">
            <w:pPr>
              <w:rPr>
                <w:b/>
              </w:rPr>
            </w:pPr>
          </w:p>
        </w:tc>
      </w:tr>
    </w:tbl>
    <w:p w14:paraId="30E7E4E0" w14:textId="77777777" w:rsidR="00BB4C28" w:rsidRDefault="00BB4C28">
      <w:pPr>
        <w:rPr>
          <w:b/>
        </w:rPr>
      </w:pPr>
    </w:p>
    <w:p w14:paraId="4B443A1E" w14:textId="77777777" w:rsidR="00837E98" w:rsidRDefault="00837E98">
      <w:pPr>
        <w:rPr>
          <w:b/>
        </w:rPr>
      </w:pPr>
    </w:p>
    <w:p w14:paraId="13767B73" w14:textId="77777777" w:rsidR="00837E98" w:rsidRDefault="00837E98">
      <w:pPr>
        <w:rPr>
          <w:b/>
        </w:rPr>
      </w:pPr>
    </w:p>
    <w:p w14:paraId="436AA97E" w14:textId="77777777" w:rsidR="00837E98" w:rsidRDefault="00837E98">
      <w:pPr>
        <w:rPr>
          <w:b/>
        </w:rPr>
      </w:pPr>
    </w:p>
    <w:p w14:paraId="6DF521E2" w14:textId="77777777" w:rsidR="00C3550A" w:rsidRDefault="00C3550A">
      <w:pPr>
        <w:rPr>
          <w:b/>
        </w:rPr>
      </w:pPr>
      <w:r>
        <w:rPr>
          <w:b/>
        </w:rPr>
        <w:t>Reflect</w:t>
      </w:r>
      <w:r w:rsidR="00912575">
        <w:rPr>
          <w:b/>
        </w:rPr>
        <w:t xml:space="preserve"> - Make sure your response is </w:t>
      </w:r>
      <w:r w:rsidR="00F7515F">
        <w:rPr>
          <w:b/>
        </w:rPr>
        <w:t>concise and to the point t</w:t>
      </w:r>
      <w:r w:rsidR="00227DF4">
        <w:rPr>
          <w:b/>
        </w:rPr>
        <w:t xml:space="preserve">o show your full understanding of the </w:t>
      </w:r>
      <w:r w:rsidR="00F7515F">
        <w:rPr>
          <w:b/>
        </w:rPr>
        <w:t xml:space="preserve">concepts in </w:t>
      </w:r>
      <w:r w:rsidR="00227DF4">
        <w:rPr>
          <w:b/>
        </w:rPr>
        <w:t>question.</w:t>
      </w:r>
    </w:p>
    <w:p w14:paraId="7021D681" w14:textId="77777777" w:rsidR="00C73410" w:rsidRDefault="00C7341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6"/>
      </w:tblGrid>
      <w:tr w:rsidR="00C3550A" w14:paraId="72ECBA0E" w14:textId="77777777" w:rsidTr="002B16B3">
        <w:trPr>
          <w:trHeight w:val="1584"/>
        </w:trPr>
        <w:tc>
          <w:tcPr>
            <w:tcW w:w="14616" w:type="dxa"/>
            <w:shd w:val="clear" w:color="auto" w:fill="DBE5F1" w:themeFill="accent1" w:themeFillTint="33"/>
          </w:tcPr>
          <w:p w14:paraId="0C105726" w14:textId="77777777" w:rsidR="00C3550A" w:rsidRDefault="00C3550A">
            <w:pPr>
              <w:rPr>
                <w:b/>
              </w:rPr>
            </w:pPr>
          </w:p>
          <w:p w14:paraId="69EC1363" w14:textId="4EFFAAB4" w:rsidR="002B16B3" w:rsidRPr="0080110F" w:rsidRDefault="002B16B3" w:rsidP="002B16B3">
            <w:pPr>
              <w:rPr>
                <w:sz w:val="36"/>
                <w:szCs w:val="36"/>
              </w:rPr>
            </w:pPr>
            <w:r w:rsidRPr="0080110F">
              <w:rPr>
                <w:sz w:val="36"/>
                <w:szCs w:val="36"/>
              </w:rPr>
              <w:t xml:space="preserve">How is investigating the </w:t>
            </w:r>
            <w:r>
              <w:rPr>
                <w:sz w:val="36"/>
                <w:szCs w:val="36"/>
              </w:rPr>
              <w:t xml:space="preserve">artist's </w:t>
            </w:r>
            <w:r w:rsidRPr="0080110F">
              <w:rPr>
                <w:sz w:val="36"/>
                <w:szCs w:val="36"/>
              </w:rPr>
              <w:t>Point-of View critical to understanding an artwork?</w:t>
            </w:r>
            <w:r>
              <w:rPr>
                <w:sz w:val="36"/>
                <w:szCs w:val="36"/>
              </w:rPr>
              <w:t xml:space="preserve"> How do the elements in your final artwork work together to reveal your POV about your big ideas?</w:t>
            </w:r>
            <w:bookmarkStart w:id="0" w:name="_GoBack"/>
            <w:bookmarkEnd w:id="0"/>
          </w:p>
          <w:p w14:paraId="5D2F195C" w14:textId="77777777" w:rsidR="002B16B3" w:rsidRDefault="002B16B3">
            <w:pPr>
              <w:rPr>
                <w:b/>
              </w:rPr>
            </w:pPr>
          </w:p>
        </w:tc>
      </w:tr>
      <w:tr w:rsidR="00C3550A" w14:paraId="75519E01" w14:textId="77777777" w:rsidTr="00C3550A">
        <w:trPr>
          <w:trHeight w:val="7348"/>
        </w:trPr>
        <w:tc>
          <w:tcPr>
            <w:tcW w:w="14616" w:type="dxa"/>
          </w:tcPr>
          <w:p w14:paraId="7EAAB0E8" w14:textId="77777777" w:rsidR="00C3550A" w:rsidRDefault="00C3550A">
            <w:pPr>
              <w:rPr>
                <w:b/>
              </w:rPr>
            </w:pPr>
          </w:p>
        </w:tc>
      </w:tr>
    </w:tbl>
    <w:p w14:paraId="57277197" w14:textId="77777777" w:rsidR="00C3550A" w:rsidRDefault="00C3550A">
      <w:pPr>
        <w:rPr>
          <w:b/>
        </w:rPr>
      </w:pPr>
    </w:p>
    <w:p w14:paraId="1F3D96FB" w14:textId="77777777" w:rsidR="00837E98" w:rsidRDefault="00837E98">
      <w:pPr>
        <w:rPr>
          <w:b/>
        </w:rPr>
      </w:pPr>
    </w:p>
    <w:p w14:paraId="18D5EEF5" w14:textId="77777777" w:rsidR="00837E98" w:rsidRDefault="00837E98">
      <w:pPr>
        <w:rPr>
          <w:b/>
        </w:rPr>
      </w:pPr>
    </w:p>
    <w:p w14:paraId="623CE353" w14:textId="77777777" w:rsidR="00837E98" w:rsidRDefault="00837E98">
      <w:pPr>
        <w:rPr>
          <w:b/>
        </w:rPr>
      </w:pPr>
    </w:p>
    <w:p w14:paraId="54E9DB71" w14:textId="77777777" w:rsidR="00837E98" w:rsidRDefault="00837E98">
      <w:pPr>
        <w:rPr>
          <w:b/>
        </w:rPr>
      </w:pPr>
    </w:p>
    <w:p w14:paraId="2A94544B" w14:textId="77777777" w:rsidR="00837E98" w:rsidRDefault="00837E98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90824" wp14:editId="125A0953">
                <wp:simplePos x="0" y="0"/>
                <wp:positionH relativeFrom="column">
                  <wp:posOffset>1796415</wp:posOffset>
                </wp:positionH>
                <wp:positionV relativeFrom="paragraph">
                  <wp:posOffset>-251460</wp:posOffset>
                </wp:positionV>
                <wp:extent cx="6570980" cy="729996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0980" cy="729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8"/>
                              <w:gridCol w:w="1170"/>
                              <w:gridCol w:w="1896"/>
                              <w:gridCol w:w="1896"/>
                              <w:gridCol w:w="1896"/>
                              <w:gridCol w:w="1897"/>
                            </w:tblGrid>
                            <w:tr w:rsidR="00837E98" w14:paraId="74A82A22" w14:textId="77777777" w:rsidTr="00717FD4">
                              <w:trPr>
                                <w:trHeight w:val="404"/>
                              </w:trPr>
                              <w:tc>
                                <w:tcPr>
                                  <w:tcW w:w="1208" w:type="dxa"/>
                                </w:tcPr>
                                <w:p w14:paraId="23246A21" w14:textId="77777777" w:rsidR="00837E98" w:rsidRDefault="00837E98" w:rsidP="00717FD4"/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47083793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No Evidence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14:paraId="2148D619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Emerging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14:paraId="024A52CE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Approaching the Standard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78575484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Meeting the Standard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9524830" w14:textId="77777777"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Extending the Standard</w:t>
                                  </w:r>
                                </w:p>
                              </w:tc>
                            </w:tr>
                            <w:tr w:rsidR="00837E98" w14:paraId="1737B9FC" w14:textId="77777777" w:rsidTr="00717FD4">
                              <w:trPr>
                                <w:trHeight w:val="1134"/>
                              </w:trPr>
                              <w:tc>
                                <w:tcPr>
                                  <w:tcW w:w="1208" w:type="dxa"/>
                                  <w:vMerge w:val="restart"/>
                                  <w:shd w:val="clear" w:color="auto" w:fill="D6E3BC" w:themeFill="accent3" w:themeFillTint="66"/>
                                  <w:vAlign w:val="center"/>
                                </w:tcPr>
                                <w:p w14:paraId="72654C3D" w14:textId="77777777" w:rsidR="00837E98" w:rsidRDefault="00837E98" w:rsidP="00717FD4">
                                  <w:pPr>
                                    <w:jc w:val="center"/>
                                  </w:pPr>
                                  <w:r>
                                    <w:t>Studio Habits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14:paraId="332AC3F6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incomplete or insufficient evidence.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14:paraId="0AAC7B54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initial and/or inconsistent understanding of concepts, skills, and/or processes within the standards.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14:paraId="1603F985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demonstrates, with some consistency, evidence of partial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14:paraId="3188190B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thorough and consistent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D35778A" w14:textId="77777777"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the ability to transfer concepts, skills, and/or processes beyond the standard. </w:t>
                                  </w:r>
                                </w:p>
                              </w:tc>
                            </w:tr>
                            <w:tr w:rsidR="00837E98" w14:paraId="24D4F410" w14:textId="77777777" w:rsidTr="00717FD4">
                              <w:trPr>
                                <w:trHeight w:val="284"/>
                              </w:trPr>
                              <w:tc>
                                <w:tcPr>
                                  <w:tcW w:w="1208" w:type="dxa"/>
                                  <w:vMerge/>
                                  <w:shd w:val="clear" w:color="auto" w:fill="D6E3BC" w:themeFill="accent3" w:themeFillTint="66"/>
                                  <w:vAlign w:val="center"/>
                                </w:tcPr>
                                <w:p w14:paraId="4FE6ABA6" w14:textId="77777777" w:rsidR="00837E98" w:rsidRPr="005E09A0" w:rsidRDefault="00837E98" w:rsidP="00717FD4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5F53D47F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vAlign w:val="center"/>
                                </w:tcPr>
                                <w:p w14:paraId="2E0BFA22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  <w:vAlign w:val="center"/>
                                </w:tcPr>
                                <w:p w14:paraId="1C87B6B5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14:paraId="1D78F4C1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  <w:vAlign w:val="center"/>
                                </w:tcPr>
                                <w:p w14:paraId="44525007" w14:textId="77777777"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37E98" w14:paraId="5AB45424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18A3C349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5D878735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335AE53B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artworks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which show an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initial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theme of the project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4118CE44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developed finished artworks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based on the theme of the project</w:t>
                                  </w:r>
                                </w:p>
                                <w:p w14:paraId="6FADEBA1" w14:textId="77777777" w:rsidR="00837E98" w:rsidRPr="006770A0" w:rsidRDefault="00837E98" w:rsidP="00717FD4">
                                  <w:pP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7E357306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developed finished artworks that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exhibit unique and personal visual solutions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and that avoided obvious visual clichés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638AB0FA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created artworks breaking</w:t>
                                  </w:r>
                                  <w: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established </w:t>
                                  </w:r>
                                  <w:proofErr w:type="spell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conventions</w:t>
                                  </w:r>
                                  <w:proofErr w:type="gram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,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making</w:t>
                                  </w:r>
                                  <w:proofErr w:type="spellEnd"/>
                                  <w:proofErr w:type="gramEnd"/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 multiple works of art based on a theme, idea, or concept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837E98" w14:paraId="7A5FAC2A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530CC371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Stretch and Explore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2BB2A224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7F02FB9E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solution/media/technique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307BD39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and experimented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multiple solutions/media/technique in order to explore creative possibilities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1971E137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in order to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explore creative possibilities throughout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40D9B0C7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which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showed the formulation of new creative problems based on your own developments</w:t>
                                  </w:r>
                                </w:p>
                              </w:tc>
                            </w:tr>
                            <w:tr w:rsidR="00837E98" w14:paraId="155771A2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14:paraId="435CBA59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5765C22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75D6E3A7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persistence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in achieving quality results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4FE87D6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based on your own observations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25206689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feedback from others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670A687D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observations, feedback from others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a broader cultural context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837E98" w14:paraId="446E1E3D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56AF0EBF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14D58663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5E914500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 whether your artwork conveys the intended meaning</w:t>
                                  </w:r>
                                </w:p>
                                <w:p w14:paraId="06110452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55DF5FCE" w14:textId="77777777"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apply relevant criteria to examine, 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on, and explain how your artwork fits the objectives of the project</w:t>
                                  </w:r>
                                </w:p>
                                <w:p w14:paraId="756B4D81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30894EBE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shows a clear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how the elements in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integrate form, theme and contex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t to meet the objectives of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1E9E92B0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shows a clear understanding of how the elements in your artwork integrate form, theme and context to meet the objectives of the project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how it fits into a broader cultural context</w:t>
                                  </w:r>
                                </w:p>
                              </w:tc>
                            </w:tr>
                            <w:tr w:rsidR="00837E98" w14:paraId="5AB8BB41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4F8ADBC2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Developing Craft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1D1D73E6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0DF410E7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experiments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6739394B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Your ar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 xml:space="preserve">shows some skill 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with the media used and shows some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1957E81C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skill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and 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5C70494B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mastery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media used and shows attention to detail and care and skill in construction</w:t>
                                  </w:r>
                                </w:p>
                              </w:tc>
                            </w:tr>
                            <w:tr w:rsidR="00837E98" w14:paraId="57A5ECCB" w14:textId="77777777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14:paraId="7BF493DC" w14:textId="77777777"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14:paraId="70D96AA9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14:paraId="5FDDCC74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some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14:paraId="5AF9701B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and integrated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14:paraId="2E4EA037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your artwork communicates your “big ideas” effectively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14:paraId="196520BF" w14:textId="77777777"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communicates your “big ideas” effectively into a broader cultural context</w:t>
                                  </w:r>
                                </w:p>
                              </w:tc>
                            </w:tr>
                          </w:tbl>
                          <w:p w14:paraId="137A046F" w14:textId="77777777" w:rsidR="00837E98" w:rsidRDefault="00837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1.45pt;margin-top:-19.75pt;width:517.4pt;height:57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08"/>
                        <w:gridCol w:w="1170"/>
                        <w:gridCol w:w="1896"/>
                        <w:gridCol w:w="1896"/>
                        <w:gridCol w:w="1896"/>
                        <w:gridCol w:w="1897"/>
                      </w:tblGrid>
                      <w:tr w:rsidR="00837E98" w14:paraId="74A82A22" w14:textId="77777777" w:rsidTr="00717FD4">
                        <w:trPr>
                          <w:trHeight w:val="404"/>
                        </w:trPr>
                        <w:tc>
                          <w:tcPr>
                            <w:tcW w:w="1208" w:type="dxa"/>
                          </w:tcPr>
                          <w:p w14:paraId="23246A21" w14:textId="77777777" w:rsidR="00837E98" w:rsidRDefault="00837E98" w:rsidP="00717FD4"/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47083793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No Evidence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14:paraId="2148D619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Emerging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14:paraId="024A52CE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Approaching the Standard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78575484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Meeting the Standard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9524830" w14:textId="77777777"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Extending the Standard</w:t>
                            </w:r>
                          </w:p>
                        </w:tc>
                      </w:tr>
                      <w:tr w:rsidR="00837E98" w14:paraId="1737B9FC" w14:textId="77777777" w:rsidTr="00717FD4">
                        <w:trPr>
                          <w:trHeight w:val="1134"/>
                        </w:trPr>
                        <w:tc>
                          <w:tcPr>
                            <w:tcW w:w="1208" w:type="dxa"/>
                            <w:vMerge w:val="restart"/>
                            <w:shd w:val="clear" w:color="auto" w:fill="D6E3BC" w:themeFill="accent3" w:themeFillTint="66"/>
                            <w:vAlign w:val="center"/>
                          </w:tcPr>
                          <w:p w14:paraId="72654C3D" w14:textId="77777777" w:rsidR="00837E98" w:rsidRDefault="00837E98" w:rsidP="00717FD4">
                            <w:pPr>
                              <w:jc w:val="center"/>
                            </w:pPr>
                            <w:r>
                              <w:t>Studio Habits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14:paraId="332AC3F6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incomplete or insufficient evidence.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14:paraId="0AAC7B54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initial and/or inconsistent understanding of concepts, skills, and/or processes within the standards.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14:paraId="1603F985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demonstrates, with some consistency, evidence of partial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14:paraId="3188190B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thorough and consistent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14:paraId="4D35778A" w14:textId="77777777"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the ability to transfer concepts, skills, and/or processes beyond the standard. </w:t>
                            </w:r>
                          </w:p>
                        </w:tc>
                      </w:tr>
                      <w:tr w:rsidR="00837E98" w14:paraId="24D4F410" w14:textId="77777777" w:rsidTr="00717FD4">
                        <w:trPr>
                          <w:trHeight w:val="284"/>
                        </w:trPr>
                        <w:tc>
                          <w:tcPr>
                            <w:tcW w:w="1208" w:type="dxa"/>
                            <w:vMerge/>
                            <w:shd w:val="clear" w:color="auto" w:fill="D6E3BC" w:themeFill="accent3" w:themeFillTint="66"/>
                            <w:vAlign w:val="center"/>
                          </w:tcPr>
                          <w:p w14:paraId="4FE6ABA6" w14:textId="77777777" w:rsidR="00837E98" w:rsidRPr="005E09A0" w:rsidRDefault="00837E98" w:rsidP="00717FD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  <w:vAlign w:val="center"/>
                          </w:tcPr>
                          <w:p w14:paraId="5F53D47F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6" w:type="dxa"/>
                            <w:vAlign w:val="center"/>
                          </w:tcPr>
                          <w:p w14:paraId="2E0BFA22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  <w:vAlign w:val="center"/>
                          </w:tcPr>
                          <w:p w14:paraId="1C87B6B5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vAlign w:val="center"/>
                          </w:tcPr>
                          <w:p w14:paraId="1D78F4C1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  <w:vAlign w:val="center"/>
                          </w:tcPr>
                          <w:p w14:paraId="44525007" w14:textId="77777777"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</w:tr>
                      <w:tr w:rsidR="00837E98" w14:paraId="5AB45424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18A3C349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5D878735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335AE53B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artworks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which show an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initial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theme of the project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4118CE44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developed finished artworks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based on the theme of the project</w:t>
                            </w:r>
                          </w:p>
                          <w:p w14:paraId="6FADEBA1" w14:textId="77777777" w:rsidR="00837E98" w:rsidRPr="006770A0" w:rsidRDefault="00837E98" w:rsidP="00717FD4">
                            <w:pP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7E357306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developed finished artworks that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exhibit unique and personal visual solutions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and that avoided obvious visual clichés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638AB0FA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created artworks breaking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established </w:t>
                            </w:r>
                            <w:proofErr w:type="spell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conventions</w:t>
                            </w:r>
                            <w:proofErr w:type="gram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,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making</w:t>
                            </w:r>
                            <w:proofErr w:type="spellEnd"/>
                            <w:proofErr w:type="gramEnd"/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 xml:space="preserve">  multiple works of art based on a theme, idea, or concept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. </w:t>
                            </w:r>
                          </w:p>
                        </w:tc>
                      </w:tr>
                      <w:tr w:rsidR="00837E98" w14:paraId="7A5FAC2A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530CC371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Stretch and Explore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2BB2A224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7F02FB9E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solution/media/technique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307BD39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and experimented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multiple solutions/media/technique in order to explore creative possibilities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1971E137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in order to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explore creative possibilities throughout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40D9B0C7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which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showed the formulation of new creative problems based on your own developments</w:t>
                            </w:r>
                          </w:p>
                        </w:tc>
                      </w:tr>
                      <w:tr w:rsidR="00837E98" w14:paraId="155771A2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14:paraId="435CBA59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5765C22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75D6E3A7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persistence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in achieving quality results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4FE87D6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based on your own observations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25206689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feedback from others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670A687D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observations, feedback from others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a broader cultural context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</w:tr>
                      <w:tr w:rsidR="00837E98" w14:paraId="446E1E3D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56AF0EBF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14D58663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5E914500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 whether your artwork conveys the intended meaning</w:t>
                            </w:r>
                          </w:p>
                          <w:p w14:paraId="06110452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55DF5FCE" w14:textId="77777777"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apply relevant criteria to examine, 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on, and explain how your artwork fits the objectives of the project</w:t>
                            </w:r>
                          </w:p>
                          <w:p w14:paraId="756B4D81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30894EBE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shows a clear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how the elements in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integrate form, theme and contex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t to meet the objectives of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1E9E92B0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shows a clear understanding of how the elements in your artwork integrate form, theme and context to meet the objectives of the project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how it fits into a broader cultural context</w:t>
                            </w:r>
                          </w:p>
                        </w:tc>
                      </w:tr>
                      <w:tr w:rsidR="00837E98" w14:paraId="5AB8BB41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4F8ADBC2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Developing Craft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1D1D73E6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0DF410E7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experiments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6739394B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Your ar</w:t>
                            </w:r>
                            <w: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 xml:space="preserve">shows some skill 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with the media used and shows some attention to detail and care and skill in construction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1957E81C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skill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and shows attention to detail and care and skill in construction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5C70494B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mastery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media used and shows attention to detail and care and skill in construction</w:t>
                            </w:r>
                          </w:p>
                        </w:tc>
                      </w:tr>
                      <w:tr w:rsidR="00837E98" w14:paraId="57A5ECCB" w14:textId="77777777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14:paraId="7BF493DC" w14:textId="77777777"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14:paraId="70D96AA9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14:paraId="5FDDCC74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some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14:paraId="5AF9701B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and integrated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14:paraId="2E4EA037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your artwork communicates your “big ideas” effectively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14:paraId="196520BF" w14:textId="77777777"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communicates your “big ideas” effectively into a broader cultural context</w:t>
                            </w:r>
                          </w:p>
                        </w:tc>
                      </w:tr>
                    </w:tbl>
                    <w:p w14:paraId="137A046F" w14:textId="77777777" w:rsidR="00837E98" w:rsidRDefault="00837E98"/>
                  </w:txbxContent>
                </v:textbox>
                <w10:wrap type="square"/>
              </v:shape>
            </w:pict>
          </mc:Fallback>
        </mc:AlternateContent>
      </w:r>
    </w:p>
    <w:p w14:paraId="17729DB6" w14:textId="77777777" w:rsidR="00C3550A" w:rsidRPr="0027766E" w:rsidRDefault="00C73410">
      <w:pPr>
        <w:rPr>
          <w:b/>
        </w:rPr>
      </w:pPr>
      <w:proofErr w:type="gramStart"/>
      <w:r>
        <w:rPr>
          <w:b/>
        </w:rPr>
        <w:t>click</w:t>
      </w:r>
      <w:proofErr w:type="gramEnd"/>
      <w:r>
        <w:rPr>
          <w:b/>
        </w:rPr>
        <w:t xml:space="preserve"> for </w:t>
      </w:r>
      <w:r w:rsidR="00971447">
        <w:rPr>
          <w:b/>
        </w:rPr>
        <w:t>comments</w:t>
      </w:r>
      <w:r w:rsidR="00837E98">
        <w:rPr>
          <w:b/>
        </w:rPr>
        <w:t xml:space="preserve">  </w:t>
      </w:r>
    </w:p>
    <w:sectPr w:rsidR="00C3550A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,Tah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410"/>
    <w:rsid w:val="00077C89"/>
    <w:rsid w:val="000B0AD5"/>
    <w:rsid w:val="001A5744"/>
    <w:rsid w:val="00227DF4"/>
    <w:rsid w:val="0027766E"/>
    <w:rsid w:val="00287BD2"/>
    <w:rsid w:val="002B16B3"/>
    <w:rsid w:val="002E1A83"/>
    <w:rsid w:val="003A5AB0"/>
    <w:rsid w:val="003B4B99"/>
    <w:rsid w:val="004D7DED"/>
    <w:rsid w:val="005123BC"/>
    <w:rsid w:val="00515CC0"/>
    <w:rsid w:val="005E09A0"/>
    <w:rsid w:val="005F3E7F"/>
    <w:rsid w:val="006D2352"/>
    <w:rsid w:val="007A394E"/>
    <w:rsid w:val="00820FDB"/>
    <w:rsid w:val="00837E98"/>
    <w:rsid w:val="00912575"/>
    <w:rsid w:val="00971447"/>
    <w:rsid w:val="009A176C"/>
    <w:rsid w:val="00AB1ED9"/>
    <w:rsid w:val="00BB4C28"/>
    <w:rsid w:val="00BD0C2A"/>
    <w:rsid w:val="00C15AA4"/>
    <w:rsid w:val="00C3550A"/>
    <w:rsid w:val="00C73410"/>
    <w:rsid w:val="00DC412A"/>
    <w:rsid w:val="00E43A98"/>
    <w:rsid w:val="00EA2F7E"/>
    <w:rsid w:val="00F7515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32EC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E98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E98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-17%20rubrics%20(Brian):SPA%20w%20standards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SPA w standards 2017.dotx</Template>
  <TotalTime>3</TotalTime>
  <Pages>13</Pages>
  <Words>631</Words>
  <Characters>3599</Characters>
  <Application>Microsoft Macintosh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3</cp:revision>
  <dcterms:created xsi:type="dcterms:W3CDTF">2017-01-12T04:10:00Z</dcterms:created>
  <dcterms:modified xsi:type="dcterms:W3CDTF">2017-01-12T04:14:00Z</dcterms:modified>
</cp:coreProperties>
</file>